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43D84A03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0570C9">
              <w:t>6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EBDD108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BAC101</w:t>
            </w:r>
          </w:p>
        </w:tc>
        <w:tc>
          <w:tcPr>
            <w:tcW w:w="3604" w:type="pct"/>
            <w:shd w:val="clear" w:color="auto" w:fill="auto"/>
          </w:tcPr>
          <w:p w14:paraId="68240ED7" w14:textId="20D9D2A5" w:rsidR="00F1480E" w:rsidRPr="000754EC" w:rsidRDefault="00AB51ED" w:rsidP="000754EC">
            <w:pPr>
              <w:pStyle w:val="SIUnittitle"/>
            </w:pPr>
            <w:r w:rsidRPr="00AB51ED">
              <w:t>Support agricultural crop work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E332BF" w14:textId="77777777" w:rsidR="00AB51ED" w:rsidRPr="00BF62C4" w:rsidRDefault="00AB51ED" w:rsidP="00BF62C4">
            <w:pPr>
              <w:pStyle w:val="SIText"/>
            </w:pPr>
            <w:r w:rsidRPr="00BF62C4">
              <w:t>This unit of competency describes the skills and knowledge required to provide support to others undertaking agricultural cropping activities.</w:t>
            </w:r>
          </w:p>
          <w:p w14:paraId="041E7C58" w14:textId="77777777" w:rsidR="00AB51ED" w:rsidRPr="00BF62C4" w:rsidRDefault="00AB51ED" w:rsidP="00BF62C4">
            <w:pPr>
              <w:pStyle w:val="SIText"/>
            </w:pPr>
          </w:p>
          <w:p w14:paraId="07298465" w14:textId="11F3D43F" w:rsidR="00AB51ED" w:rsidRPr="00BF62C4" w:rsidRDefault="00AB51ED" w:rsidP="00BF62C4">
            <w:pPr>
              <w:pStyle w:val="SIText"/>
            </w:pPr>
            <w:r w:rsidRPr="00BF62C4">
              <w:t>Th</w:t>
            </w:r>
            <w:r w:rsidR="00BF62C4" w:rsidRPr="00BF62C4">
              <w:t>e</w:t>
            </w:r>
            <w:r w:rsidRPr="00BF62C4">
              <w:t xml:space="preserve"> unit applies to individuals who work alongside a supervisor and undertake</w:t>
            </w:r>
            <w:r w:rsidR="00BF62C4" w:rsidRPr="00BF62C4">
              <w:t>s</w:t>
            </w:r>
            <w:r w:rsidRPr="00BF62C4">
              <w:t xml:space="preserve"> defined routine activities. They exercise limited autonomy and identify and seek help with simple problems.</w:t>
            </w:r>
          </w:p>
          <w:p w14:paraId="5EC8D27C" w14:textId="77777777" w:rsidR="00AB51ED" w:rsidRPr="00BF62C4" w:rsidRDefault="00AB51ED" w:rsidP="00BF62C4">
            <w:pPr>
              <w:pStyle w:val="SIText"/>
            </w:pPr>
          </w:p>
          <w:p w14:paraId="034C6C33" w14:textId="52222FC8" w:rsidR="00373436" w:rsidRPr="00BF62C4" w:rsidRDefault="00BF62C4" w:rsidP="00BF62C4">
            <w:pPr>
              <w:pStyle w:val="SIText"/>
            </w:pPr>
            <w:r w:rsidRPr="00BF62C4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78AB17F" w:rsidR="00F1480E" w:rsidRPr="000754EC" w:rsidRDefault="00E933B0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B51ED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FBD52D9" w:rsidR="00AB51ED" w:rsidRPr="00AB51ED" w:rsidRDefault="00AB51ED" w:rsidP="00AB51ED">
            <w:pPr>
              <w:pStyle w:val="SIText"/>
            </w:pPr>
            <w:r w:rsidRPr="00AB51ED">
              <w:t>1. Prepare materials, tools and equipment for agricultural crop work</w:t>
            </w:r>
          </w:p>
        </w:tc>
        <w:tc>
          <w:tcPr>
            <w:tcW w:w="3604" w:type="pct"/>
            <w:shd w:val="clear" w:color="auto" w:fill="auto"/>
          </w:tcPr>
          <w:p w14:paraId="022A69AD" w14:textId="1F4BD8B2" w:rsidR="00AB51ED" w:rsidRPr="00AB51ED" w:rsidRDefault="00AB51ED" w:rsidP="00AB51ED">
            <w:r w:rsidRPr="00AB51ED">
              <w:t>1.1 Identify materials, tools and equipment required according to supervisor instructions</w:t>
            </w:r>
          </w:p>
          <w:p w14:paraId="3024B118" w14:textId="7C69537C" w:rsidR="00AB51ED" w:rsidRDefault="00AB51ED" w:rsidP="00AB51ED">
            <w:r w:rsidRPr="00AB51ED">
              <w:t xml:space="preserve">1.2 </w:t>
            </w:r>
            <w:r w:rsidR="00E67DBC">
              <w:t>C</w:t>
            </w:r>
            <w:r w:rsidRPr="00AB51ED">
              <w:t xml:space="preserve">heck materials, tools and equipment and report </w:t>
            </w:r>
            <w:r w:rsidR="006754F7">
              <w:t xml:space="preserve">inconsistencies and </w:t>
            </w:r>
            <w:r w:rsidRPr="00AB51ED">
              <w:t>faulty items to supervisor</w:t>
            </w:r>
          </w:p>
          <w:p w14:paraId="0AAAB5C0" w14:textId="34708A55" w:rsidR="00AB51ED" w:rsidRPr="00AB51ED" w:rsidRDefault="00AB51ED" w:rsidP="00AB51ED">
            <w:r w:rsidRPr="00AB51ED">
              <w:t xml:space="preserve">1.3 Load and unload materials </w:t>
            </w:r>
            <w:r w:rsidR="00E67DBC">
              <w:t xml:space="preserve">onto vehicle without </w:t>
            </w:r>
            <w:r w:rsidRPr="00AB51ED">
              <w:t xml:space="preserve">damage </w:t>
            </w:r>
            <w:r w:rsidR="00E67DBC">
              <w:t xml:space="preserve">to </w:t>
            </w:r>
            <w:r w:rsidRPr="00AB51ED">
              <w:t>load and vehicle</w:t>
            </w:r>
          </w:p>
          <w:p w14:paraId="520B2A91" w14:textId="5C77BE1D" w:rsidR="00AB51ED" w:rsidRPr="00AB51ED" w:rsidRDefault="00AB51ED" w:rsidP="00AB51ED">
            <w:r w:rsidRPr="00AB51ED">
              <w:t>1.4 Select and check personal protective equipment</w:t>
            </w:r>
          </w:p>
          <w:p w14:paraId="1696B99B" w14:textId="3253ED8A" w:rsidR="00AB51ED" w:rsidRPr="00AB51ED" w:rsidRDefault="00AB51ED" w:rsidP="00984E97">
            <w:r w:rsidRPr="00AB51ED">
              <w:t>1.5 Identify hazards and report to supervisor</w:t>
            </w:r>
            <w:r w:rsidR="00E67DBC">
              <w:t xml:space="preserve"> according to w</w:t>
            </w:r>
            <w:r w:rsidRPr="00AB51ED">
              <w:t xml:space="preserve">ork health and safety </w:t>
            </w:r>
            <w:r w:rsidR="004728E0">
              <w:t>procedures</w:t>
            </w:r>
          </w:p>
        </w:tc>
      </w:tr>
      <w:tr w:rsidR="00AB51ED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ADC59EF" w:rsidR="00AB51ED" w:rsidRPr="00AB51ED" w:rsidRDefault="00AB51ED" w:rsidP="00AB51ED">
            <w:pPr>
              <w:pStyle w:val="SIText"/>
            </w:pPr>
            <w:r w:rsidRPr="00AB51ED">
              <w:t>2. Undertake agricultural crop work as directed</w:t>
            </w:r>
          </w:p>
        </w:tc>
        <w:tc>
          <w:tcPr>
            <w:tcW w:w="3604" w:type="pct"/>
            <w:shd w:val="clear" w:color="auto" w:fill="auto"/>
          </w:tcPr>
          <w:p w14:paraId="4A6BF7A1" w14:textId="635540B2" w:rsidR="00AB51ED" w:rsidRPr="00AB51ED" w:rsidRDefault="00AB51ED" w:rsidP="00AB51ED">
            <w:r w:rsidRPr="00AB51ED">
              <w:t xml:space="preserve">2.1 Follow instructions </w:t>
            </w:r>
            <w:r w:rsidR="00E67DBC">
              <w:t>from</w:t>
            </w:r>
            <w:r w:rsidRPr="00AB51ED">
              <w:t xml:space="preserve"> supervisor seek</w:t>
            </w:r>
            <w:r w:rsidR="00E67DBC">
              <w:t>ing</w:t>
            </w:r>
            <w:r w:rsidRPr="00AB51ED">
              <w:t xml:space="preserve"> clarification </w:t>
            </w:r>
            <w:r w:rsidR="00E67DBC">
              <w:t>when unclear</w:t>
            </w:r>
          </w:p>
          <w:p w14:paraId="4B919B81" w14:textId="0F9C4874" w:rsidR="005A3F1A" w:rsidRPr="005A3F1A" w:rsidRDefault="005A3F1A" w:rsidP="005A3F1A">
            <w:r>
              <w:t>2.2</w:t>
            </w:r>
            <w:r w:rsidRPr="005A3F1A">
              <w:t xml:space="preserve"> Handle and transport materials, equipment and machinery according to instructions and safety procedures</w:t>
            </w:r>
          </w:p>
          <w:p w14:paraId="0C874E42" w14:textId="70874202" w:rsidR="005A3F1A" w:rsidRDefault="00AB51ED" w:rsidP="00AB51ED">
            <w:r w:rsidRPr="00AB51ED">
              <w:t>2.</w:t>
            </w:r>
            <w:r w:rsidR="005A3F1A">
              <w:t>3</w:t>
            </w:r>
            <w:r w:rsidRPr="00AB51ED">
              <w:t xml:space="preserve"> Perform cropping work </w:t>
            </w:r>
            <w:r w:rsidR="00E67DBC">
              <w:t xml:space="preserve">according </w:t>
            </w:r>
            <w:r w:rsidR="004E0E99">
              <w:t xml:space="preserve">safety, </w:t>
            </w:r>
            <w:r w:rsidRPr="00AB51ED">
              <w:t xml:space="preserve">environmental </w:t>
            </w:r>
            <w:r w:rsidR="004E0E99">
              <w:t xml:space="preserve">and biosecurity </w:t>
            </w:r>
            <w:r w:rsidR="00E67DBC">
              <w:t>procedures</w:t>
            </w:r>
          </w:p>
          <w:p w14:paraId="608DB727" w14:textId="6C439EB3" w:rsidR="00AB51ED" w:rsidRDefault="00AB51ED" w:rsidP="00AB51ED">
            <w:r w:rsidRPr="00AB51ED">
              <w:t>2.</w:t>
            </w:r>
            <w:r w:rsidR="005A3F1A">
              <w:t>4</w:t>
            </w:r>
            <w:r w:rsidRPr="00AB51ED">
              <w:t xml:space="preserve"> Communicate with </w:t>
            </w:r>
            <w:r w:rsidR="005A3F1A">
              <w:t>work team</w:t>
            </w:r>
            <w:r w:rsidRPr="00AB51ED">
              <w:t xml:space="preserve"> in a positive and professional manner</w:t>
            </w:r>
          </w:p>
          <w:p w14:paraId="282B6A6A" w14:textId="45AD4847" w:rsidR="004E0E99" w:rsidRPr="00AB51ED" w:rsidRDefault="005A3F1A" w:rsidP="00AB51ED">
            <w:r>
              <w:t>2</w:t>
            </w:r>
            <w:r w:rsidR="004E0E99" w:rsidRPr="004E0E99">
              <w:t>.</w:t>
            </w:r>
            <w:r>
              <w:t>5</w:t>
            </w:r>
            <w:r w:rsidR="004E0E99" w:rsidRPr="004E0E99">
              <w:t xml:space="preserve"> Maintain a clean and safe work site</w:t>
            </w:r>
          </w:p>
          <w:p w14:paraId="6BB72E57" w14:textId="0AE0DA4D" w:rsidR="00AB51ED" w:rsidRPr="00AB51ED" w:rsidRDefault="00AB51ED" w:rsidP="00A24980">
            <w:pPr>
              <w:pStyle w:val="SIText"/>
            </w:pPr>
            <w:r w:rsidRPr="00AB51ED">
              <w:t>2.</w:t>
            </w:r>
            <w:r w:rsidR="005A3F1A">
              <w:t>6</w:t>
            </w:r>
            <w:r w:rsidRPr="00AB51ED">
              <w:t xml:space="preserve"> Report </w:t>
            </w:r>
            <w:r w:rsidR="00E67DBC">
              <w:t xml:space="preserve">work performance </w:t>
            </w:r>
            <w:r w:rsidR="005A3F1A">
              <w:t xml:space="preserve">and inconsistencies in </w:t>
            </w:r>
            <w:r w:rsidR="004E0E99">
              <w:t xml:space="preserve">timelines </w:t>
            </w:r>
            <w:r w:rsidRPr="00AB51ED">
              <w:t>to supervisor</w:t>
            </w:r>
          </w:p>
        </w:tc>
      </w:tr>
      <w:tr w:rsidR="00AB51ED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3DF5DAC2" w:rsidR="00AB51ED" w:rsidRPr="00AB51ED" w:rsidRDefault="005A3F1A" w:rsidP="00A24980">
            <w:pPr>
              <w:pStyle w:val="SIText"/>
            </w:pPr>
            <w:r>
              <w:t>3</w:t>
            </w:r>
            <w:r w:rsidR="00AB51ED" w:rsidRPr="00AB51ED">
              <w:t xml:space="preserve">. Clean up </w:t>
            </w:r>
            <w:r w:rsidR="004E0E99">
              <w:t>on</w:t>
            </w:r>
            <w:r w:rsidR="004E0E99" w:rsidRPr="00AB51ED">
              <w:t xml:space="preserve"> </w:t>
            </w:r>
            <w:r w:rsidR="00AB51ED" w:rsidRPr="00AB51ED">
              <w:t>completion of cropping work</w:t>
            </w:r>
          </w:p>
        </w:tc>
        <w:tc>
          <w:tcPr>
            <w:tcW w:w="3604" w:type="pct"/>
            <w:shd w:val="clear" w:color="auto" w:fill="auto"/>
          </w:tcPr>
          <w:p w14:paraId="0021D9C8" w14:textId="0E2B689B" w:rsidR="00AB51ED" w:rsidRPr="00AB51ED" w:rsidRDefault="005A3F1A" w:rsidP="00AB51ED">
            <w:r>
              <w:t>3</w:t>
            </w:r>
            <w:r w:rsidR="00AB51ED" w:rsidRPr="00AB51ED">
              <w:t xml:space="preserve">.1 Store </w:t>
            </w:r>
            <w:r>
              <w:t>re-</w:t>
            </w:r>
            <w:r w:rsidR="004E0E99">
              <w:t xml:space="preserve">usable </w:t>
            </w:r>
            <w:r w:rsidR="00AB51ED" w:rsidRPr="00AB51ED">
              <w:t>materials according to supervisor instructions</w:t>
            </w:r>
          </w:p>
          <w:p w14:paraId="0182E400" w14:textId="31CBF2A3" w:rsidR="004E0E99" w:rsidRPr="004E0E99" w:rsidRDefault="005A3F1A" w:rsidP="004E0E99">
            <w:r>
              <w:t>3</w:t>
            </w:r>
            <w:r w:rsidR="004E0E99" w:rsidRPr="00AB51ED">
              <w:t>.</w:t>
            </w:r>
            <w:r>
              <w:t>2</w:t>
            </w:r>
            <w:r w:rsidR="004E0E99" w:rsidRPr="00AB51ED">
              <w:t xml:space="preserve"> </w:t>
            </w:r>
            <w:r w:rsidR="004E0E99" w:rsidRPr="004E0E99">
              <w:t>Dispose of waste material according to supervisor instructions</w:t>
            </w:r>
          </w:p>
          <w:p w14:paraId="46697E37" w14:textId="7871AC92" w:rsidR="00AB51ED" w:rsidRPr="00AB51ED" w:rsidRDefault="005A3F1A" w:rsidP="00A24980">
            <w:r>
              <w:t>3</w:t>
            </w:r>
            <w:r w:rsidR="00AB51ED" w:rsidRPr="00AB51ED">
              <w:t>.</w:t>
            </w:r>
            <w:r>
              <w:t>3</w:t>
            </w:r>
            <w:r w:rsidR="00AB51ED" w:rsidRPr="00AB51ED">
              <w:t xml:space="preserve"> Clean, maintain and store tools and equipment according to manufacturer specifications and supervisor instructions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004BC568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67A38" w:rsidRPr="006E349A" w:rsidDel="00423CB2" w14:paraId="1CF24FD6" w14:textId="77777777" w:rsidTr="00CA2922">
        <w:tc>
          <w:tcPr>
            <w:tcW w:w="1396" w:type="pct"/>
          </w:tcPr>
          <w:p w14:paraId="6D88B952" w14:textId="7F7764E5" w:rsidR="00B67A38" w:rsidRPr="00B02D12" w:rsidRDefault="00B67A38">
            <w:pPr>
              <w:pStyle w:val="SIText"/>
            </w:pPr>
            <w:r w:rsidRPr="00B02D12">
              <w:t>Reading</w:t>
            </w:r>
          </w:p>
        </w:tc>
        <w:tc>
          <w:tcPr>
            <w:tcW w:w="3604" w:type="pct"/>
          </w:tcPr>
          <w:p w14:paraId="1B7CC730" w14:textId="0A811AA5" w:rsidR="00B67A38" w:rsidRPr="00B02D12" w:rsidRDefault="005E3178">
            <w:pPr>
              <w:pStyle w:val="SIBulletList1"/>
            </w:pPr>
            <w:r w:rsidRPr="00B02D12">
              <w:rPr>
                <w:rFonts w:eastAsia="Calibri"/>
              </w:rPr>
              <w:t xml:space="preserve">Interpret documented instructions </w:t>
            </w:r>
            <w:r w:rsidR="007760C3" w:rsidRPr="00B02D12">
              <w:rPr>
                <w:rFonts w:eastAsia="Calibri"/>
              </w:rPr>
              <w:t xml:space="preserve">for work relevant information </w:t>
            </w:r>
            <w:r w:rsidRPr="00B02D12">
              <w:rPr>
                <w:rFonts w:eastAsia="Calibri"/>
              </w:rPr>
              <w:t xml:space="preserve">and </w:t>
            </w:r>
            <w:r w:rsidR="007760C3" w:rsidRPr="00B02D12">
              <w:rPr>
                <w:rFonts w:eastAsia="Calibri"/>
              </w:rPr>
              <w:t xml:space="preserve">identifies inaccuracies for </w:t>
            </w:r>
            <w:r w:rsidRPr="00B02D12">
              <w:rPr>
                <w:rFonts w:eastAsia="Calibri"/>
              </w:rPr>
              <w:t>implement</w:t>
            </w:r>
            <w:r w:rsidR="007760C3" w:rsidRPr="00B02D12">
              <w:rPr>
                <w:rFonts w:eastAsia="Calibri"/>
              </w:rPr>
              <w:t>ing</w:t>
            </w:r>
            <w:r w:rsidRPr="00B02D12">
              <w:rPr>
                <w:rFonts w:eastAsia="Calibri"/>
              </w:rPr>
              <w:t xml:space="preserve"> requirements</w:t>
            </w:r>
          </w:p>
        </w:tc>
      </w:tr>
      <w:tr w:rsidR="00B67A38" w:rsidRPr="006E349A" w:rsidDel="00423CB2" w14:paraId="03BB9C6A" w14:textId="77777777" w:rsidTr="00CA2922">
        <w:tc>
          <w:tcPr>
            <w:tcW w:w="1396" w:type="pct"/>
          </w:tcPr>
          <w:p w14:paraId="79F97EC7" w14:textId="57A47CD9" w:rsidR="00B67A38" w:rsidRPr="00B02D12" w:rsidRDefault="005427D2">
            <w:pPr>
              <w:pStyle w:val="SIText"/>
            </w:pPr>
            <w:r w:rsidRPr="00B02D12">
              <w:t>Oral Communication</w:t>
            </w:r>
          </w:p>
        </w:tc>
        <w:tc>
          <w:tcPr>
            <w:tcW w:w="3604" w:type="pct"/>
          </w:tcPr>
          <w:p w14:paraId="4DAD12EB" w14:textId="5607ACA7" w:rsidR="00B67A38" w:rsidRPr="00B02D12" w:rsidRDefault="005E3178">
            <w:pPr>
              <w:pStyle w:val="SIBulletList1"/>
              <w:rPr>
                <w:rFonts w:eastAsia="Calibri"/>
              </w:rPr>
            </w:pPr>
            <w:r w:rsidRPr="00B02D12">
              <w:rPr>
                <w:rFonts w:eastAsia="Calibri"/>
              </w:rPr>
              <w:t xml:space="preserve">Use </w:t>
            </w:r>
            <w:r w:rsidR="007760C3" w:rsidRPr="00B02D12">
              <w:rPr>
                <w:rFonts w:eastAsia="Calibri"/>
              </w:rPr>
              <w:t xml:space="preserve">short simple spoken texts to communicate with work team </w:t>
            </w:r>
            <w:r w:rsidR="006E349A">
              <w:rPr>
                <w:rFonts w:eastAsia="Calibri"/>
              </w:rPr>
              <w:t>and supervisor</w:t>
            </w:r>
          </w:p>
        </w:tc>
      </w:tr>
      <w:tr w:rsidR="00B67A38" w:rsidRPr="006E349A" w:rsidDel="00423CB2" w14:paraId="6C701278" w14:textId="77777777" w:rsidTr="00CA2922">
        <w:tc>
          <w:tcPr>
            <w:tcW w:w="1396" w:type="pct"/>
          </w:tcPr>
          <w:p w14:paraId="09FBFA20" w14:textId="5668E591" w:rsidR="00B67A38" w:rsidRPr="006E349A" w:rsidRDefault="00555180">
            <w:pPr>
              <w:pStyle w:val="SIText"/>
            </w:pPr>
            <w:r w:rsidRPr="006E349A">
              <w:t>Numeracy</w:t>
            </w:r>
          </w:p>
        </w:tc>
        <w:tc>
          <w:tcPr>
            <w:tcW w:w="3604" w:type="pct"/>
          </w:tcPr>
          <w:p w14:paraId="22B748C9" w14:textId="65D289BD" w:rsidR="00B67A38" w:rsidRPr="006E349A" w:rsidRDefault="005E3178">
            <w:pPr>
              <w:pStyle w:val="SIBulletList1"/>
            </w:pPr>
            <w:r w:rsidRPr="006E349A">
              <w:t>Estimate weight</w:t>
            </w:r>
            <w:r w:rsidR="007760C3" w:rsidRPr="006E349A">
              <w:t>s and measures</w:t>
            </w:r>
            <w:r w:rsidRPr="006E349A">
              <w:t xml:space="preserve"> of materials to ensure safe manual handling</w:t>
            </w:r>
            <w:r w:rsidR="007760C3" w:rsidRPr="006E349A">
              <w:t xml:space="preserve"> and loading of materials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B67A38">
              <w:t>nit M</w:t>
            </w:r>
            <w:r w:rsidRPr="000754EC">
              <w:t>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BF62C4" w14:paraId="7449DA1D" w14:textId="77777777" w:rsidTr="00F33FF2">
        <w:tc>
          <w:tcPr>
            <w:tcW w:w="1028" w:type="pct"/>
          </w:tcPr>
          <w:p w14:paraId="313C3A64" w14:textId="28A5BFE7" w:rsidR="00B67A38" w:rsidRPr="00BF62C4" w:rsidRDefault="00B67A38" w:rsidP="00B67A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>AHCBAC101 Support agricultural crop work</w:t>
            </w:r>
          </w:p>
          <w:p w14:paraId="09E49E25" w14:textId="1666AE23" w:rsidR="00DA54B5" w:rsidRPr="00BF62C4" w:rsidRDefault="00B67A38" w:rsidP="00B67A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>Release 2</w:t>
            </w:r>
          </w:p>
        </w:tc>
        <w:tc>
          <w:tcPr>
            <w:tcW w:w="1105" w:type="pct"/>
          </w:tcPr>
          <w:p w14:paraId="7C3336B9" w14:textId="77777777" w:rsidR="00B67A38" w:rsidRPr="00BF62C4" w:rsidRDefault="00B67A38" w:rsidP="00B67A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>AHCBAC101 Support agricultural crop work</w:t>
            </w:r>
          </w:p>
          <w:p w14:paraId="2293AA64" w14:textId="4B6CD149" w:rsidR="00DA54B5" w:rsidRPr="00BF62C4" w:rsidRDefault="00B67A38" w:rsidP="00BF62C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394E4A19" w14:textId="665A92FE" w:rsidR="00284D1E" w:rsidRPr="00B02D12" w:rsidRDefault="00284D1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2D12">
              <w:rPr>
                <w:rStyle w:val="SITemporaryText-red"/>
                <w:color w:val="auto"/>
                <w:sz w:val="20"/>
              </w:rPr>
              <w:t>Minor changes to application.</w:t>
            </w:r>
          </w:p>
          <w:p w14:paraId="58FB0D26" w14:textId="7E9ACE32" w:rsidR="007760C3" w:rsidRPr="00B02D12" w:rsidRDefault="007760C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2D12">
              <w:rPr>
                <w:rStyle w:val="SITemporaryText-red"/>
                <w:color w:val="auto"/>
                <w:sz w:val="20"/>
              </w:rPr>
              <w:t>Consolidated and m</w:t>
            </w:r>
            <w:r w:rsidR="005A3F1A" w:rsidRPr="00B02D12">
              <w:rPr>
                <w:rStyle w:val="SITemporaryText-red"/>
                <w:color w:val="auto"/>
                <w:sz w:val="20"/>
              </w:rPr>
              <w:t xml:space="preserve">inor changes to sequencing </w:t>
            </w:r>
            <w:r w:rsidRPr="00B02D12">
              <w:rPr>
                <w:rStyle w:val="SITemporaryText-red"/>
                <w:color w:val="auto"/>
                <w:sz w:val="20"/>
              </w:rPr>
              <w:t>of</w:t>
            </w:r>
            <w:r w:rsidR="005A3F1A" w:rsidRPr="00B02D12">
              <w:rPr>
                <w:rStyle w:val="SITemporaryText-red"/>
                <w:color w:val="auto"/>
                <w:sz w:val="20"/>
              </w:rPr>
              <w:t xml:space="preserve"> </w:t>
            </w:r>
            <w:r w:rsidRPr="00B02D12">
              <w:rPr>
                <w:rStyle w:val="SITemporaryText-red"/>
                <w:color w:val="auto"/>
                <w:sz w:val="20"/>
              </w:rPr>
              <w:t xml:space="preserve">Elements and </w:t>
            </w:r>
            <w:r w:rsidR="005A3F1A" w:rsidRPr="00B02D12">
              <w:rPr>
                <w:rStyle w:val="SITemporaryText-red"/>
                <w:color w:val="auto"/>
                <w:sz w:val="20"/>
              </w:rPr>
              <w:t>Performance C</w:t>
            </w:r>
            <w:r w:rsidRPr="00B02D12">
              <w:rPr>
                <w:rStyle w:val="SITemporaryText-red"/>
                <w:color w:val="auto"/>
                <w:sz w:val="20"/>
              </w:rPr>
              <w:t>riteria.</w:t>
            </w:r>
          </w:p>
          <w:p w14:paraId="13E544B6" w14:textId="43765958" w:rsidR="007760C3" w:rsidRPr="00B02D12" w:rsidRDefault="007760C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2D12">
              <w:rPr>
                <w:rStyle w:val="SITemporaryText-red"/>
                <w:color w:val="auto"/>
                <w:sz w:val="20"/>
              </w:rPr>
              <w:t>Added Foundation Skills</w:t>
            </w:r>
          </w:p>
          <w:p w14:paraId="2E4E55AB" w14:textId="56ADCE2E" w:rsidR="007760C3" w:rsidRPr="00B02D12" w:rsidRDefault="007760C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2D12">
              <w:rPr>
                <w:rStyle w:val="SITemporaryText-red"/>
                <w:color w:val="auto"/>
                <w:sz w:val="20"/>
              </w:rPr>
              <w:t>Updated Performance Evidence, Knowledge evidence and Assessment Conditions</w:t>
            </w:r>
          </w:p>
          <w:p w14:paraId="7D3C4B75" w14:textId="37301A46" w:rsidR="00DA54B5" w:rsidRPr="00B02D12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616" w:type="pct"/>
          </w:tcPr>
          <w:p w14:paraId="76E3432F" w14:textId="79BFC759" w:rsidR="00DA54B5" w:rsidRPr="00BF62C4" w:rsidRDefault="00DA54B5" w:rsidP="00BF62C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5429ABD9" w:rsidR="00DA54B5" w:rsidRPr="00BF62C4" w:rsidRDefault="00DA54B5" w:rsidP="00BF62C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27CA00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B51ED" w:rsidRPr="00AB51ED">
              <w:t>AHCBAC101 Support agricultural crop work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BF62C4" w:rsidRDefault="00DA54B5" w:rsidP="00B67A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BF62C4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BF62C4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6BFF6ACC" w14:textId="77777777" w:rsidR="00DA54B5" w:rsidRPr="00DC54B8" w:rsidRDefault="00DA54B5" w:rsidP="00DC54B8">
            <w:pPr>
              <w:pStyle w:val="SIText"/>
            </w:pPr>
          </w:p>
          <w:p w14:paraId="40B110DE" w14:textId="7161B383" w:rsidR="00DA54B5" w:rsidRPr="00DC54B8" w:rsidRDefault="00DA54B5" w:rsidP="000570C9">
            <w:pPr>
              <w:pStyle w:val="SIText"/>
            </w:pPr>
            <w:r w:rsidRPr="00DC54B8">
              <w:t xml:space="preserve">There must be evidence that the individual has </w:t>
            </w:r>
            <w:r w:rsidR="00DC54B8" w:rsidRPr="000570C9">
              <w:rPr>
                <w:rStyle w:val="SITemporaryText-red"/>
                <w:color w:val="auto"/>
                <w:sz w:val="20"/>
              </w:rPr>
              <w:t>on at least one occasion</w:t>
            </w:r>
            <w:r w:rsidRPr="000570C9">
              <w:t>:</w:t>
            </w:r>
            <w:bookmarkStart w:id="0" w:name="_GoBack"/>
            <w:bookmarkEnd w:id="0"/>
          </w:p>
          <w:p w14:paraId="3C00ED25" w14:textId="05C0B8BA" w:rsidR="00AB51ED" w:rsidRPr="00DC54B8" w:rsidRDefault="00DC54B8" w:rsidP="00DC54B8">
            <w:pPr>
              <w:pStyle w:val="SIBulletList1"/>
            </w:pPr>
            <w:r w:rsidRPr="00DC54B8">
              <w:t>identified</w:t>
            </w:r>
            <w:r w:rsidR="00A24980" w:rsidRPr="00DC54B8">
              <w:t xml:space="preserve"> and </w:t>
            </w:r>
            <w:r w:rsidR="00AB51ED" w:rsidRPr="00DC54B8">
              <w:t>prepare</w:t>
            </w:r>
            <w:r w:rsidR="00A24980" w:rsidRPr="00DC54B8">
              <w:t>d</w:t>
            </w:r>
            <w:r w:rsidR="00AB51ED" w:rsidRPr="00DC54B8">
              <w:t xml:space="preserve"> tools</w:t>
            </w:r>
            <w:r w:rsidR="006637B7">
              <w:t>, materials</w:t>
            </w:r>
            <w:r w:rsidR="00AB51ED" w:rsidRPr="00DC54B8">
              <w:t xml:space="preserve"> and equipment</w:t>
            </w:r>
            <w:r>
              <w:t xml:space="preserve"> according to instructions</w:t>
            </w:r>
          </w:p>
          <w:p w14:paraId="4B0CDB1A" w14:textId="130C69BC" w:rsidR="00AB51ED" w:rsidRPr="00DC54B8" w:rsidRDefault="00AB51ED" w:rsidP="009422F8">
            <w:pPr>
              <w:pStyle w:val="SIBulletList1"/>
            </w:pPr>
            <w:r w:rsidRPr="00DC54B8">
              <w:t>demonstrat</w:t>
            </w:r>
            <w:r w:rsidR="00DC54B8">
              <w:t xml:space="preserve">ed </w:t>
            </w:r>
            <w:r w:rsidRPr="00DC54B8">
              <w:t>crop support activities</w:t>
            </w:r>
            <w:r w:rsidR="00DC54B8">
              <w:t xml:space="preserve"> while </w:t>
            </w:r>
            <w:r w:rsidRPr="00DC54B8">
              <w:t>handl</w:t>
            </w:r>
            <w:r w:rsidR="00DC54B8">
              <w:t>ing</w:t>
            </w:r>
            <w:r w:rsidRPr="00DC54B8">
              <w:t xml:space="preserve"> materials and equipment</w:t>
            </w:r>
            <w:r w:rsidR="00DC54B8">
              <w:t xml:space="preserve"> safely</w:t>
            </w:r>
          </w:p>
          <w:p w14:paraId="3E9E3D8D" w14:textId="7F4FC008" w:rsidR="00AB51ED" w:rsidRPr="00DC54B8" w:rsidRDefault="00DC54B8">
            <w:pPr>
              <w:pStyle w:val="SIBulletList1"/>
            </w:pPr>
            <w:r>
              <w:t xml:space="preserve">maintained a clean and safe working environment and </w:t>
            </w:r>
            <w:r w:rsidR="00AB51ED" w:rsidRPr="00DC54B8">
              <w:t>clean</w:t>
            </w:r>
            <w:r>
              <w:t>ed</w:t>
            </w:r>
            <w:r w:rsidR="00AB51ED" w:rsidRPr="00DC54B8">
              <w:t xml:space="preserve"> up after work activities</w:t>
            </w:r>
          </w:p>
          <w:p w14:paraId="326D62E8" w14:textId="49CFB967" w:rsidR="006637B7" w:rsidRDefault="00AB51ED">
            <w:pPr>
              <w:pStyle w:val="SIBulletList1"/>
            </w:pPr>
            <w:r w:rsidRPr="00DC54B8">
              <w:t>follow</w:t>
            </w:r>
            <w:r w:rsidR="00DC54B8">
              <w:t>ed</w:t>
            </w:r>
            <w:r w:rsidRPr="00DC54B8">
              <w:t xml:space="preserve"> enterprise work health and safety</w:t>
            </w:r>
            <w:r w:rsidR="00DC54B8">
              <w:t>, biosecurity and environmental</w:t>
            </w:r>
            <w:r w:rsidRPr="00DC54B8">
              <w:t xml:space="preserve"> </w:t>
            </w:r>
            <w:r w:rsidR="00DC54B8">
              <w:t>procedures</w:t>
            </w:r>
          </w:p>
          <w:p w14:paraId="3F4E2EAA" w14:textId="0216C592" w:rsidR="00556C4C" w:rsidRPr="000754EC" w:rsidRDefault="006637B7">
            <w:pPr>
              <w:pStyle w:val="SIBulletList1"/>
            </w:pPr>
            <w:r>
              <w:t>reported work performance to supervisor</w:t>
            </w:r>
            <w:r w:rsidR="00DC54B8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3A63B482" w:rsidR="00DA54B5" w:rsidRPr="00BF62C4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941320E" w14:textId="74F05B6C" w:rsidR="00AB51ED" w:rsidRDefault="00AB51ED" w:rsidP="00AB51ED">
            <w:pPr>
              <w:pStyle w:val="SIBulletList1"/>
            </w:pPr>
            <w:r w:rsidRPr="00AB51ED">
              <w:t>procedures</w:t>
            </w:r>
            <w:r w:rsidR="00DC54B8">
              <w:t xml:space="preserve"> relevant to support work, including:</w:t>
            </w:r>
          </w:p>
          <w:p w14:paraId="296BC374" w14:textId="77777777" w:rsidR="00DC54B8" w:rsidRDefault="00DC54B8" w:rsidP="00B02D12">
            <w:pPr>
              <w:pStyle w:val="SIBulletList2"/>
            </w:pPr>
            <w:r>
              <w:t>health and safety</w:t>
            </w:r>
          </w:p>
          <w:p w14:paraId="02524691" w14:textId="77777777" w:rsidR="00DC54B8" w:rsidRDefault="00DC54B8" w:rsidP="00B02D12">
            <w:pPr>
              <w:pStyle w:val="SIBulletList2"/>
            </w:pPr>
            <w:r>
              <w:t>biosecurity</w:t>
            </w:r>
          </w:p>
          <w:p w14:paraId="5F577D03" w14:textId="1E109F98" w:rsidR="00DC54B8" w:rsidRPr="00AB51ED" w:rsidRDefault="00DC54B8" w:rsidP="00B02D12">
            <w:pPr>
              <w:pStyle w:val="SIBulletList2"/>
            </w:pPr>
            <w:r>
              <w:t>environmental</w:t>
            </w:r>
          </w:p>
          <w:p w14:paraId="152A21CC" w14:textId="5BC35371" w:rsidR="00AB51ED" w:rsidRDefault="00DC54B8" w:rsidP="00AB51ED">
            <w:pPr>
              <w:pStyle w:val="SIBulletList1"/>
            </w:pPr>
            <w:r>
              <w:t xml:space="preserve">common </w:t>
            </w:r>
            <w:r w:rsidR="00AB51ED" w:rsidRPr="00AB51ED">
              <w:t xml:space="preserve">materials, tools and equipment </w:t>
            </w:r>
            <w:r>
              <w:t xml:space="preserve">used </w:t>
            </w:r>
            <w:r w:rsidR="00AB51ED" w:rsidRPr="00AB51ED">
              <w:t xml:space="preserve">for </w:t>
            </w:r>
            <w:r>
              <w:t xml:space="preserve">agricultural </w:t>
            </w:r>
            <w:r w:rsidR="00AB51ED" w:rsidRPr="00AB51ED">
              <w:t>cropping work</w:t>
            </w:r>
            <w:r>
              <w:t>, including:</w:t>
            </w:r>
          </w:p>
          <w:p w14:paraId="6F650697" w14:textId="147B6960" w:rsidR="00DC54B8" w:rsidRPr="00AB51ED" w:rsidRDefault="00DC54B8" w:rsidP="00B02D12">
            <w:pPr>
              <w:pStyle w:val="SIBulletList2"/>
            </w:pPr>
            <w:r>
              <w:t>loading and u</w:t>
            </w:r>
            <w:r w:rsidR="006637B7">
              <w:t xml:space="preserve">nloading transport vehicles to prevent damage </w:t>
            </w:r>
          </w:p>
          <w:p w14:paraId="40F41ED9" w14:textId="7F396C20" w:rsidR="00AB51ED" w:rsidRDefault="006637B7" w:rsidP="00B02D12">
            <w:pPr>
              <w:pStyle w:val="SIBulletList2"/>
            </w:pPr>
            <w:r>
              <w:t xml:space="preserve">safe </w:t>
            </w:r>
            <w:r w:rsidR="00AB51ED" w:rsidRPr="00AB51ED">
              <w:t>handling of materials and equipment</w:t>
            </w:r>
          </w:p>
          <w:p w14:paraId="31AD4BA1" w14:textId="1FD7BCA9" w:rsidR="006637B7" w:rsidRPr="00AB51ED" w:rsidRDefault="006637B7">
            <w:pPr>
              <w:pStyle w:val="SIBulletList1"/>
            </w:pPr>
            <w:r>
              <w:t>common agricultural cropping work activities and expected</w:t>
            </w:r>
            <w:r w:rsidRPr="006637B7">
              <w:t xml:space="preserve"> </w:t>
            </w:r>
            <w:r>
              <w:t>performance outcomes</w:t>
            </w:r>
          </w:p>
          <w:p w14:paraId="594042BC" w14:textId="70505168" w:rsidR="00F1480E" w:rsidRPr="000754EC" w:rsidRDefault="00AB51ED" w:rsidP="00AB51ED">
            <w:pPr>
              <w:pStyle w:val="SIBulletList1"/>
            </w:pPr>
            <w:r w:rsidRPr="00AB51ED">
              <w:t>procedures for cleaning up on completion of work.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B67A38" w:rsidRDefault="00DA54B5" w:rsidP="00BF62C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7A38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2D0ECC7" w14:textId="77777777" w:rsidR="00DA54B5" w:rsidRPr="00BF62C4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4186F1B" w14:textId="7226DB4B" w:rsidR="00DA54B5" w:rsidRPr="00BF62C4" w:rsidRDefault="00DA54B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518D5F6E" w:rsidR="00DA54B5" w:rsidRPr="006637B7" w:rsidRDefault="00DA54B5" w:rsidP="00984E9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84E97">
              <w:rPr>
                <w:rStyle w:val="SITemporaryText-red"/>
                <w:color w:val="auto"/>
                <w:sz w:val="20"/>
              </w:rPr>
              <w:t xml:space="preserve">skills must be demonstrated </w:t>
            </w:r>
            <w:r w:rsidR="006637B7" w:rsidRPr="00B02D12">
              <w:rPr>
                <w:rStyle w:val="SITemporaryText-red"/>
                <w:color w:val="auto"/>
                <w:sz w:val="20"/>
              </w:rPr>
              <w:t>on a farm where cropping activities are performed</w:t>
            </w:r>
            <w:r w:rsidRPr="00984E97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7CD1E166" w14:textId="15CDD695" w:rsidR="00DA54B5" w:rsidRPr="00BF62C4" w:rsidRDefault="00DA54B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1AC0F720" w14:textId="4B79C1A3" w:rsidR="00DA54B5" w:rsidRPr="00984E97" w:rsidRDefault="006637B7" w:rsidP="00984E9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02D12">
              <w:rPr>
                <w:rStyle w:val="SITemporaryText-red"/>
                <w:rFonts w:eastAsia="Calibri"/>
                <w:color w:val="auto"/>
                <w:sz w:val="20"/>
              </w:rPr>
              <w:t>use of basic tools and equipment</w:t>
            </w:r>
          </w:p>
          <w:p w14:paraId="77D53DD8" w14:textId="19067717" w:rsidR="00DA54B5" w:rsidRPr="00984E97" w:rsidRDefault="006637B7" w:rsidP="00984E9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02D12">
              <w:rPr>
                <w:rStyle w:val="SITemporaryText-red"/>
                <w:color w:val="auto"/>
                <w:sz w:val="20"/>
              </w:rPr>
              <w:t>use of materials and consumables</w:t>
            </w:r>
          </w:p>
          <w:p w14:paraId="4AB282A7" w14:textId="69491F91" w:rsidR="00DA54B5" w:rsidRPr="00BF62C4" w:rsidRDefault="00DA54B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637B7">
              <w:rPr>
                <w:rStyle w:val="SITemporaryText-red"/>
                <w:color w:val="auto"/>
                <w:sz w:val="20"/>
              </w:rPr>
              <w:t>use of specific items of personal</w:t>
            </w:r>
            <w:r w:rsidRPr="00BF62C4">
              <w:rPr>
                <w:rStyle w:val="SITemporaryText-red"/>
                <w:color w:val="auto"/>
                <w:sz w:val="20"/>
              </w:rPr>
              <w:t xml:space="preserve"> protective equipment</w:t>
            </w:r>
          </w:p>
          <w:p w14:paraId="3D4B0BD2" w14:textId="60BDEB92" w:rsidR="00DA54B5" w:rsidRPr="00BF62C4" w:rsidRDefault="00DA54B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F62C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3115840" w14:textId="6F787566" w:rsidR="00DA54B5" w:rsidRPr="00B02D12" w:rsidRDefault="00DA54B5" w:rsidP="00984E97">
            <w:pPr>
              <w:pStyle w:val="SIBulletList2"/>
              <w:rPr>
                <w:rFonts w:eastAsia="Calibri"/>
              </w:rPr>
            </w:pPr>
            <w:r w:rsidRPr="00B02D12">
              <w:rPr>
                <w:rFonts w:eastAsia="Calibri"/>
              </w:rPr>
              <w:t>use of workplace procedures</w:t>
            </w:r>
            <w:r w:rsidR="006637B7" w:rsidRPr="00B02D12">
              <w:rPr>
                <w:rFonts w:eastAsia="Calibri"/>
              </w:rPr>
              <w:t xml:space="preserve"> for</w:t>
            </w:r>
            <w:r w:rsidR="006637B7">
              <w:rPr>
                <w:rFonts w:eastAsia="Calibri"/>
              </w:rPr>
              <w:t xml:space="preserve"> work to be performed</w:t>
            </w:r>
          </w:p>
          <w:p w14:paraId="4B734460" w14:textId="29223B8D" w:rsidR="00DA54B5" w:rsidRPr="00B02D12" w:rsidRDefault="00DA54B5" w:rsidP="00984E97">
            <w:pPr>
              <w:pStyle w:val="SIBulletList2"/>
              <w:rPr>
                <w:rFonts w:eastAsia="Calibri"/>
              </w:rPr>
            </w:pPr>
            <w:r w:rsidRPr="00B02D12">
              <w:rPr>
                <w:rFonts w:eastAsia="Calibri"/>
              </w:rPr>
              <w:t xml:space="preserve">use of manufacturer operating instructions for </w:t>
            </w:r>
            <w:r w:rsidR="006637B7">
              <w:rPr>
                <w:rFonts w:eastAsia="Calibri"/>
              </w:rPr>
              <w:t>tools and</w:t>
            </w:r>
            <w:r w:rsidR="006637B7" w:rsidRPr="00B02D12">
              <w:rPr>
                <w:rFonts w:eastAsia="Calibri"/>
              </w:rPr>
              <w:t xml:space="preserve"> </w:t>
            </w:r>
            <w:r w:rsidRPr="00B02D12">
              <w:rPr>
                <w:rFonts w:eastAsia="Calibri"/>
              </w:rPr>
              <w:t>equipment</w:t>
            </w:r>
          </w:p>
          <w:p w14:paraId="7AA03087" w14:textId="215348F2" w:rsidR="00B43330" w:rsidRPr="00B02D12" w:rsidRDefault="00DA54B5">
            <w:pPr>
              <w:pStyle w:val="SIBulletList2"/>
              <w:rPr>
                <w:rFonts w:eastAsia="Calibri"/>
              </w:rPr>
            </w:pPr>
            <w:r w:rsidRPr="00B02D12">
              <w:rPr>
                <w:rFonts w:eastAsia="Calibri"/>
              </w:rPr>
              <w:t>use of workplace instructions</w:t>
            </w:r>
            <w:r w:rsidR="00B43330" w:rsidRPr="00984E97" w:rsidDel="00B43330">
              <w:rPr>
                <w:rFonts w:eastAsia="Calibri"/>
              </w:rPr>
              <w:t xml:space="preserve"> </w:t>
            </w:r>
          </w:p>
          <w:p w14:paraId="0DCA1D1B" w14:textId="74835DEE" w:rsidR="00DA54B5" w:rsidRPr="00BF62C4" w:rsidRDefault="00DA54B5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 xml:space="preserve">relationships: </w:t>
            </w:r>
          </w:p>
          <w:p w14:paraId="1920A7B0" w14:textId="2118544B" w:rsidR="00B43330" w:rsidRPr="00B02D12" w:rsidRDefault="00B43330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BF62C4" w:rsidDel="00B43330">
              <w:rPr>
                <w:rStyle w:val="SITemporaryText-red"/>
                <w:color w:val="auto"/>
                <w:sz w:val="20"/>
              </w:rPr>
              <w:t xml:space="preserve"> </w:t>
            </w:r>
            <w:r w:rsidR="00DA54B5" w:rsidRPr="00BF62C4">
              <w:rPr>
                <w:rStyle w:val="SITemporaryText-red"/>
                <w:color w:val="auto"/>
                <w:sz w:val="20"/>
              </w:rPr>
              <w:t>team member(s)</w:t>
            </w:r>
          </w:p>
          <w:p w14:paraId="19987618" w14:textId="3D667CAA" w:rsidR="00DA54B5" w:rsidRPr="00BF62C4" w:rsidRDefault="00DA54B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>supervisor(s)]</w:t>
            </w:r>
          </w:p>
          <w:p w14:paraId="299572B4" w14:textId="1FC9612C" w:rsidR="00B43330" w:rsidRPr="00984E97" w:rsidRDefault="00DA54B5" w:rsidP="00B02D1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>timeframes:</w:t>
            </w:r>
          </w:p>
          <w:p w14:paraId="0C5CDA60" w14:textId="0BA19F8B" w:rsidR="00DA54B5" w:rsidRPr="00B02D12" w:rsidRDefault="00DA54B5">
            <w:pPr>
              <w:pStyle w:val="SIBulletList2"/>
            </w:pPr>
            <w:r w:rsidRPr="00B02D12">
              <w:t>according to time</w:t>
            </w:r>
            <w:r w:rsidR="00984E97" w:rsidRPr="00B02D12">
              <w:t>lines</w:t>
            </w:r>
            <w:r w:rsidRPr="00B02D12">
              <w:t xml:space="preserve"> specified in </w:t>
            </w:r>
            <w:r w:rsidR="00B43330" w:rsidRPr="00B02D12">
              <w:t>supervisor instructions</w:t>
            </w:r>
          </w:p>
          <w:p w14:paraId="3DE0592A" w14:textId="135A716F" w:rsidR="00DA54B5" w:rsidRPr="00BF62C4" w:rsidRDefault="00B433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62C4" w:rsidDel="00B43330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408F0CDB" w14:textId="2BDDBC56" w:rsidR="00DA54B5" w:rsidRPr="00DA54B5" w:rsidRDefault="00DA54B5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3718FF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D8D24" w14:textId="77777777" w:rsidR="003718FF" w:rsidRDefault="003718FF" w:rsidP="00BF3F0A">
      <w:r>
        <w:separator/>
      </w:r>
    </w:p>
    <w:p w14:paraId="368C91B2" w14:textId="77777777" w:rsidR="003718FF" w:rsidRDefault="003718FF"/>
  </w:endnote>
  <w:endnote w:type="continuationSeparator" w:id="0">
    <w:p w14:paraId="1C9A7DC7" w14:textId="77777777" w:rsidR="003718FF" w:rsidRDefault="003718FF" w:rsidP="00BF3F0A">
      <w:r>
        <w:continuationSeparator/>
      </w:r>
    </w:p>
    <w:p w14:paraId="6DD7F0F0" w14:textId="77777777" w:rsidR="003718FF" w:rsidRDefault="00371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C7352">
          <w:rPr>
            <w:noProof/>
          </w:rPr>
          <w:t>5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28449" w14:textId="77777777" w:rsidR="003718FF" w:rsidRDefault="003718FF" w:rsidP="00BF3F0A">
      <w:r>
        <w:separator/>
      </w:r>
    </w:p>
    <w:p w14:paraId="640998BE" w14:textId="77777777" w:rsidR="003718FF" w:rsidRDefault="003718FF"/>
  </w:footnote>
  <w:footnote w:type="continuationSeparator" w:id="0">
    <w:p w14:paraId="279549FF" w14:textId="77777777" w:rsidR="003718FF" w:rsidRDefault="003718FF" w:rsidP="00BF3F0A">
      <w:r>
        <w:continuationSeparator/>
      </w:r>
    </w:p>
    <w:p w14:paraId="25448D9C" w14:textId="77777777" w:rsidR="003718FF" w:rsidRDefault="00371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530AB7C9" w:rsidR="009C2650" w:rsidRPr="00AB51ED" w:rsidRDefault="00AB51ED" w:rsidP="00AB51ED">
    <w:r w:rsidRPr="00AB51ED">
      <w:rPr>
        <w:lang w:eastAsia="en-US"/>
      </w:rPr>
      <w:t>AHCBAC101 Support agricultural crop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35F2B"/>
    <w:rsid w:val="00041E59"/>
    <w:rsid w:val="000570C9"/>
    <w:rsid w:val="00064BFE"/>
    <w:rsid w:val="0006745C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703A"/>
    <w:rsid w:val="00242293"/>
    <w:rsid w:val="00244EA7"/>
    <w:rsid w:val="00262FC3"/>
    <w:rsid w:val="0026394F"/>
    <w:rsid w:val="00267AF6"/>
    <w:rsid w:val="00276DB8"/>
    <w:rsid w:val="00282664"/>
    <w:rsid w:val="00284D1E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18FF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28E0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E99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27D2"/>
    <w:rsid w:val="005446D1"/>
    <w:rsid w:val="00555180"/>
    <w:rsid w:val="00555636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3F1A"/>
    <w:rsid w:val="005A6C9C"/>
    <w:rsid w:val="005A74DC"/>
    <w:rsid w:val="005B5146"/>
    <w:rsid w:val="005D1AFD"/>
    <w:rsid w:val="005E3178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8DC"/>
    <w:rsid w:val="00643D1B"/>
    <w:rsid w:val="006452B8"/>
    <w:rsid w:val="00652E62"/>
    <w:rsid w:val="006637B7"/>
    <w:rsid w:val="006754F7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349A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760C3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5CD"/>
    <w:rsid w:val="00886790"/>
    <w:rsid w:val="008908DE"/>
    <w:rsid w:val="008A12ED"/>
    <w:rsid w:val="008A39D3"/>
    <w:rsid w:val="008B2C77"/>
    <w:rsid w:val="008B4AD2"/>
    <w:rsid w:val="008B7138"/>
    <w:rsid w:val="008C735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E9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980"/>
    <w:rsid w:val="00A3639E"/>
    <w:rsid w:val="00A5092E"/>
    <w:rsid w:val="00A554D6"/>
    <w:rsid w:val="00A56E14"/>
    <w:rsid w:val="00A6476B"/>
    <w:rsid w:val="00A76C6C"/>
    <w:rsid w:val="00A87356"/>
    <w:rsid w:val="00A92DD1"/>
    <w:rsid w:val="00A96F4D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2D12"/>
    <w:rsid w:val="00B0712C"/>
    <w:rsid w:val="00B12013"/>
    <w:rsid w:val="00B22C67"/>
    <w:rsid w:val="00B3508F"/>
    <w:rsid w:val="00B43330"/>
    <w:rsid w:val="00B443EE"/>
    <w:rsid w:val="00B560C8"/>
    <w:rsid w:val="00B61150"/>
    <w:rsid w:val="00B65BC7"/>
    <w:rsid w:val="00B67A38"/>
    <w:rsid w:val="00B746B9"/>
    <w:rsid w:val="00B848D4"/>
    <w:rsid w:val="00B865B7"/>
    <w:rsid w:val="00B91B97"/>
    <w:rsid w:val="00BA1CB1"/>
    <w:rsid w:val="00BA4178"/>
    <w:rsid w:val="00BA482D"/>
    <w:rsid w:val="00BB028A"/>
    <w:rsid w:val="00BB1755"/>
    <w:rsid w:val="00BB23F4"/>
    <w:rsid w:val="00BC5075"/>
    <w:rsid w:val="00BC5419"/>
    <w:rsid w:val="00BD3B0F"/>
    <w:rsid w:val="00BE5889"/>
    <w:rsid w:val="00BF1D4C"/>
    <w:rsid w:val="00BF3F0A"/>
    <w:rsid w:val="00BF62C4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3BE1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4B8"/>
    <w:rsid w:val="00DC5A3A"/>
    <w:rsid w:val="00DD0726"/>
    <w:rsid w:val="00E238E6"/>
    <w:rsid w:val="00E27911"/>
    <w:rsid w:val="00E34CD8"/>
    <w:rsid w:val="00E35064"/>
    <w:rsid w:val="00E3681D"/>
    <w:rsid w:val="00E40225"/>
    <w:rsid w:val="00E501F0"/>
    <w:rsid w:val="00E6166D"/>
    <w:rsid w:val="00E67DBC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6189C-D100-4863-B626-69B3CA495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1B8094-E6B0-448C-BC4E-58E0D9682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199</TotalTime>
  <Pages>3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28</cp:revision>
  <cp:lastPrinted>2016-05-27T05:21:00Z</cp:lastPrinted>
  <dcterms:created xsi:type="dcterms:W3CDTF">2020-08-25T06:08:00Z</dcterms:created>
  <dcterms:modified xsi:type="dcterms:W3CDTF">2021-01-20T06:24:00Z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